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D30463">
        <w:tc>
          <w:tcPr>
            <w:tcW w:w="5000" w:type="pct"/>
            <w:gridSpan w:val="2"/>
            <w:shd w:val="clear" w:color="auto" w:fill="8C73D0" w:themeFill="accent1"/>
          </w:tcPr>
          <w:p w:rsidR="00D30463" w:rsidRDefault="00D443D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 w:rsidR="00DF365D">
              <w:t>January</w:t>
            </w:r>
            <w:r w:rsidRPr="009E19B4">
              <w:fldChar w:fldCharType="end"/>
            </w:r>
          </w:p>
        </w:tc>
      </w:tr>
      <w:tr w:rsidR="00D30463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D30463" w:rsidRDefault="00D443D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 w:rsidR="00DF365D">
              <w:t>2012</w:t>
            </w:r>
            <w:r w:rsidRPr="009E19B4">
              <w:fldChar w:fldCharType="end"/>
            </w:r>
          </w:p>
        </w:tc>
      </w:tr>
      <w:tr w:rsidR="00D30463">
        <w:sdt>
          <w:sdtPr>
            <w:id w:val="31938253"/>
            <w:placeholder>
              <w:docPart w:val="8F63383298779D42912DE45CA6258695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30463" w:rsidRDefault="00DF365D" w:rsidP="00DF365D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31938203"/>
            <w:placeholder>
              <w:docPart w:val="0B0559715636E74A83BE0B9F9A50FA5F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30463" w:rsidRDefault="00DF365D" w:rsidP="00DF365D">
                <w:pPr>
                  <w:pStyle w:val="Subtitle"/>
                </w:pPr>
                <w:r>
                  <w:t>LET’S CELEBRATE</w:t>
                </w:r>
              </w:p>
            </w:tc>
          </w:sdtContent>
        </w:sdt>
      </w:tr>
    </w:tbl>
    <w:p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30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D30463" w:rsidRDefault="00900BAE">
            <w:pPr>
              <w:pStyle w:val="Days"/>
            </w:pPr>
            <w:r>
              <w:t>Saturday</w:t>
            </w:r>
          </w:p>
        </w:tc>
      </w:tr>
      <w:tr w:rsidR="00D443DA"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="00DF365D">
              <w:fldChar w:fldCharType="separate"/>
            </w:r>
            <w:r w:rsidR="00DF365D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="00DF365D">
              <w:fldChar w:fldCharType="separate"/>
            </w:r>
            <w:r w:rsidR="00DF365D">
              <w:rPr>
                <w:noProof/>
              </w:rPr>
              <w:instrText>2</w:instrText>
            </w:r>
            <w:r w:rsidRPr="00566EB4">
              <w:fldChar w:fldCharType="end"/>
            </w:r>
            <w:r w:rsidR="00DF365D">
              <w:fldChar w:fldCharType="separate"/>
            </w:r>
            <w:r w:rsidR="00DF365D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="00DF365D">
              <w:fldChar w:fldCharType="separate"/>
            </w:r>
            <w:r w:rsidR="00DF365D">
              <w:rPr>
                <w:noProof/>
              </w:rPr>
              <w:instrText>3</w:instrText>
            </w:r>
            <w:r w:rsidRPr="00566EB4">
              <w:fldChar w:fldCharType="end"/>
            </w:r>
            <w:r w:rsidR="00DF365D">
              <w:fldChar w:fldCharType="separate"/>
            </w:r>
            <w:r w:rsidR="00DF365D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="00DF365D">
              <w:fldChar w:fldCharType="separate"/>
            </w:r>
            <w:r w:rsidR="00DF365D">
              <w:rPr>
                <w:noProof/>
              </w:rPr>
              <w:instrText>4</w:instrText>
            </w:r>
            <w:r w:rsidRPr="00566EB4">
              <w:fldChar w:fldCharType="end"/>
            </w:r>
            <w:r w:rsidR="00DF365D">
              <w:fldChar w:fldCharType="separate"/>
            </w:r>
            <w:r w:rsidR="00DF365D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="00DF365D">
              <w:fldChar w:fldCharType="separate"/>
            </w:r>
            <w:r w:rsidR="00DF365D">
              <w:rPr>
                <w:noProof/>
              </w:rPr>
              <w:instrText>5</w:instrText>
            </w:r>
            <w:r w:rsidRPr="00566EB4">
              <w:fldChar w:fldCharType="end"/>
            </w:r>
            <w:r w:rsidR="00DF365D">
              <w:fldChar w:fldCharType="separate"/>
            </w:r>
            <w:r w:rsidR="00DF365D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="00DF365D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DF365D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 w:rsidR="00DF365D"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DF365D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DF365D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DF365D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DF365D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DF365D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DF365D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DF365D"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DF365D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DF365D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DF365D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DF365D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DF365D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DF365D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DF365D"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DF365D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DF365D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DF365D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DF365D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DF365D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DF365D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DF365D"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DF365D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DF365D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 w:rsidR="00DF365D"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D30463">
            <w:pPr>
              <w:pStyle w:val="TableText"/>
            </w:pPr>
          </w:p>
        </w:tc>
      </w:tr>
      <w:tr w:rsidR="00D443D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 w:rsidR="00DF365D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DF365D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443DA" w:rsidRDefault="00D443DA">
            <w:pPr>
              <w:pStyle w:val="Dates"/>
            </w:pPr>
          </w:p>
        </w:tc>
      </w:tr>
      <w:tr w:rsidR="00D30463" w:rsidTr="00DF365D">
        <w:trPr>
          <w:trHeight w:val="697"/>
        </w:trPr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:rsidR="00D30463" w:rsidRDefault="00D30463">
            <w:pPr>
              <w:pStyle w:val="TableText"/>
            </w:pPr>
          </w:p>
        </w:tc>
      </w:tr>
    </w:tbl>
    <w:p w:rsidR="00DF365D" w:rsidRDefault="00DF365D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DF365D">
        <w:tc>
          <w:tcPr>
            <w:tcW w:w="5000" w:type="pct"/>
            <w:gridSpan w:val="2"/>
            <w:shd w:val="clear" w:color="auto" w:fill="8C73D0" w:themeFill="accent1"/>
          </w:tcPr>
          <w:p w:rsidR="00DF365D" w:rsidRDefault="00DF365D">
            <w:pPr>
              <w:pStyle w:val="Month"/>
            </w:pPr>
            <w:r w:rsidRPr="009E19B4">
              <w:lastRenderedPageBreak/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February</w:t>
            </w:r>
            <w:r w:rsidRPr="009E19B4">
              <w:fldChar w:fldCharType="end"/>
            </w:r>
          </w:p>
        </w:tc>
      </w:tr>
      <w:tr w:rsidR="00DF365D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DF365D" w:rsidRDefault="00DF365D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DF365D">
        <w:sdt>
          <w:sdtPr>
            <w:id w:val="-767154237"/>
            <w:placeholder>
              <w:docPart w:val="40C5B6B8B041584093CD7070857803F7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F365D" w:rsidRDefault="00DF365D" w:rsidP="00DF365D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-1446146525"/>
            <w:placeholder>
              <w:docPart w:val="0C1155D49AFA2349A4F115A07AA6543A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F365D" w:rsidRDefault="00DF365D" w:rsidP="00DF365D">
                <w:pPr>
                  <w:pStyle w:val="Subtitle"/>
                </w:pPr>
                <w:r>
                  <w:t>LET’S CELEBRATE</w:t>
                </w:r>
              </w:p>
            </w:tc>
          </w:sdtContent>
        </w:sdt>
      </w:tr>
    </w:tbl>
    <w:p w:rsidR="00DF365D" w:rsidRDefault="00DF365D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F3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DF365D" w:rsidRDefault="00DF365D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Saturday</w:t>
            </w:r>
          </w:p>
        </w:tc>
      </w:tr>
      <w:tr w:rsidR="00DF365D"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</w:tr>
      <w:tr w:rsidR="00DF365D">
        <w:trPr>
          <w:trHeight w:val="936"/>
        </w:trPr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</w:tr>
    </w:tbl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08"/>
        <w:gridCol w:w="7308"/>
      </w:tblGrid>
      <w:tr w:rsidR="00DF365D">
        <w:tc>
          <w:tcPr>
            <w:tcW w:w="5000" w:type="pct"/>
            <w:gridSpan w:val="2"/>
            <w:shd w:val="clear" w:color="auto" w:fill="8C73D0" w:themeFill="accent1"/>
          </w:tcPr>
          <w:p w:rsidR="00DF365D" w:rsidRDefault="00DF365D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March</w:t>
            </w:r>
            <w:r w:rsidRPr="009E19B4">
              <w:fldChar w:fldCharType="end"/>
            </w:r>
          </w:p>
        </w:tc>
      </w:tr>
      <w:tr w:rsidR="00DF365D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DF365D" w:rsidRDefault="00DF365D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DF365D">
        <w:sdt>
          <w:sdtPr>
            <w:id w:val="78954116"/>
            <w:placeholder>
              <w:docPart w:val="BB1CE369B13FCF4A971BCFC9B572D10F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F365D" w:rsidRDefault="00DF365D" w:rsidP="00DF365D">
                <w:pPr>
                  <w:pStyle w:val="Title"/>
                </w:pPr>
                <w:r>
                  <w:t xml:space="preserve">2P’s Annual Events Calendar </w:t>
                </w:r>
              </w:p>
            </w:tc>
          </w:sdtContent>
        </w:sdt>
        <w:sdt>
          <w:sdtPr>
            <w:id w:val="1158802143"/>
            <w:placeholder>
              <w:docPart w:val="831CCC829F45D0438BB27201ECC386E8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F365D" w:rsidRDefault="00DF365D" w:rsidP="00DF365D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DF365D" w:rsidRDefault="00DF365D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F3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DF365D" w:rsidRDefault="00DF365D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Saturday</w:t>
            </w:r>
          </w:p>
        </w:tc>
      </w:tr>
      <w:tr w:rsidR="00DF365D"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</w:tr>
      <w:tr w:rsidR="00DF365D">
        <w:trPr>
          <w:trHeight w:val="936"/>
        </w:trPr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</w:tr>
    </w:tbl>
    <w:p w:rsidR="00DF365D" w:rsidRDefault="00DF365D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DF365D">
        <w:tc>
          <w:tcPr>
            <w:tcW w:w="5000" w:type="pct"/>
            <w:gridSpan w:val="2"/>
            <w:shd w:val="clear" w:color="auto" w:fill="8C73D0" w:themeFill="accent1"/>
          </w:tcPr>
          <w:p w:rsidR="00DF365D" w:rsidRDefault="00DF365D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April</w:t>
            </w:r>
            <w:r w:rsidRPr="009E19B4">
              <w:fldChar w:fldCharType="end"/>
            </w:r>
          </w:p>
        </w:tc>
      </w:tr>
      <w:tr w:rsidR="00DF365D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DF365D" w:rsidRDefault="00DF365D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DF365D">
        <w:sdt>
          <w:sdtPr>
            <w:id w:val="-2006666612"/>
            <w:placeholder>
              <w:docPart w:val="442091419BC1554980634E8E6303890C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F365D" w:rsidRDefault="00DF365D" w:rsidP="00DF365D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337203349"/>
            <w:placeholder>
              <w:docPart w:val="43DE47F97E9F124D83629AB0FFD51A0B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F365D" w:rsidRDefault="00DF365D" w:rsidP="00DF365D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DF365D" w:rsidRDefault="00DF365D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F3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DF365D" w:rsidRDefault="00DF365D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DF365D" w:rsidRDefault="00DF365D">
            <w:pPr>
              <w:pStyle w:val="Days"/>
            </w:pPr>
            <w:r>
              <w:t>Saturday</w:t>
            </w:r>
          </w:p>
        </w:tc>
      </w:tr>
      <w:tr w:rsidR="00DF365D"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F365D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F365D" w:rsidRDefault="00DF365D">
            <w:pPr>
              <w:pStyle w:val="TableText"/>
            </w:pPr>
          </w:p>
        </w:tc>
      </w:tr>
      <w:tr w:rsidR="00DF365D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F365D" w:rsidRDefault="00DF365D">
            <w:pPr>
              <w:pStyle w:val="Dates"/>
            </w:pPr>
          </w:p>
        </w:tc>
      </w:tr>
      <w:tr w:rsidR="00DF365D" w:rsidTr="00DF365D">
        <w:trPr>
          <w:trHeight w:val="858"/>
        </w:trPr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  <w:tc>
          <w:tcPr>
            <w:tcW w:w="2088" w:type="dxa"/>
          </w:tcPr>
          <w:p w:rsidR="00DF365D" w:rsidRDefault="00DF365D">
            <w:pPr>
              <w:pStyle w:val="TableText"/>
            </w:pPr>
          </w:p>
        </w:tc>
      </w:tr>
    </w:tbl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May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-2141322164"/>
            <w:placeholder>
              <w:docPart w:val="11D7D54901AB3443AE7CAB3F432A3735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809821147"/>
            <w:placeholder>
              <w:docPart w:val="E88C8316EF221E4C9F853829B64B94B7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>
        <w:trPr>
          <w:trHeight w:val="936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June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-686986788"/>
            <w:placeholder>
              <w:docPart w:val="AB460275DEDCE84BAE4E194CD62C241C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2083026117"/>
            <w:placeholder>
              <w:docPart w:val="5758E15CD20F2749A310C8B4A2E21011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Friday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 w:rsidTr="00997CFA">
        <w:trPr>
          <w:trHeight w:val="858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July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558282460"/>
            <w:placeholder>
              <w:docPart w:val="49A8A6ACC8CE4648A0EAD2C8E4A78EE7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2033225626"/>
            <w:placeholder>
              <w:docPart w:val="413DF077C7F9D444A7D0C24C15E7DFDE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 w:rsidTr="00997CFA">
        <w:trPr>
          <w:trHeight w:val="716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August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1782532091"/>
            <w:placeholder>
              <w:docPart w:val="9066219F483F2D44A7796A2516582F1A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-1197077786"/>
            <w:placeholder>
              <w:docPart w:val="F7E1D8D6311D3F4E872B951D1CC59408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Wednesday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 w:rsidTr="00997CFA">
        <w:trPr>
          <w:trHeight w:val="716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September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-1244101388"/>
            <w:placeholder>
              <w:docPart w:val="A0ED895745345947AD0E22342EE1D9A3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-542436756"/>
            <w:placeholder>
              <w:docPart w:val="8FE82035104E014DA38F897DB12FA16E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22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22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>
        <w:trPr>
          <w:trHeight w:val="936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October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-1896581549"/>
            <w:placeholder>
              <w:docPart w:val="C4A4180EAA4E12449D799EB622F8EB57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-1344548078"/>
            <w:placeholder>
              <w:docPart w:val="2A389FB2AEBBDB4B99BCE00D468CB81F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Monday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 w:rsidTr="00997CFA">
        <w:trPr>
          <w:trHeight w:val="858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November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tc>
          <w:tcPr>
            <w:tcW w:w="2500" w:type="pct"/>
            <w:tcBorders>
              <w:top w:val="single" w:sz="18" w:space="0" w:color="FFFFFF" w:themeColor="background1"/>
            </w:tcBorders>
            <w:shd w:val="clear" w:color="auto" w:fill="7F7F7F" w:themeFill="text1" w:themeFillTint="80"/>
            <w:vAlign w:val="center"/>
          </w:tcPr>
          <w:p w:rsidR="00997CFA" w:rsidRDefault="00997CFA" w:rsidP="00997CFA">
            <w:pPr>
              <w:pStyle w:val="Title"/>
            </w:pPr>
            <w:r>
              <w:t>2P’s Annual Events Calendar</w:t>
            </w:r>
          </w:p>
        </w:tc>
        <w:sdt>
          <w:sdtPr>
            <w:id w:val="-635557209"/>
            <w:placeholder>
              <w:docPart w:val="32B48A595C479B46A20A8DAD28F39725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Thursday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 w:rsidTr="00997CFA">
        <w:trPr>
          <w:trHeight w:val="716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997CFA">
        <w:tc>
          <w:tcPr>
            <w:tcW w:w="5000" w:type="pct"/>
            <w:gridSpan w:val="2"/>
            <w:shd w:val="clear" w:color="auto" w:fill="8C73D0" w:themeFill="accent1"/>
          </w:tcPr>
          <w:p w:rsidR="00997CFA" w:rsidRDefault="00997CF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>
              <w:t>December</w:t>
            </w:r>
            <w:r w:rsidRPr="009E19B4">
              <w:fldChar w:fldCharType="end"/>
            </w:r>
          </w:p>
        </w:tc>
      </w:tr>
      <w:tr w:rsidR="00997CFA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8C73D0" w:themeFill="accent1"/>
          </w:tcPr>
          <w:p w:rsidR="00997CFA" w:rsidRDefault="00997CF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>
              <w:t>2012</w:t>
            </w:r>
            <w:r w:rsidRPr="009E19B4">
              <w:fldChar w:fldCharType="end"/>
            </w:r>
          </w:p>
        </w:tc>
      </w:tr>
      <w:tr w:rsidR="00997CFA">
        <w:sdt>
          <w:sdtPr>
            <w:id w:val="-1339685052"/>
            <w:placeholder>
              <w:docPart w:val="F68C3ED333C32C44A1340DB71716BBDC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Title"/>
                </w:pPr>
                <w:r>
                  <w:t>2P’s Annual Events Calendar</w:t>
                </w:r>
              </w:p>
            </w:tc>
          </w:sdtContent>
        </w:sdt>
        <w:sdt>
          <w:sdtPr>
            <w:id w:val="-207955204"/>
            <w:placeholder>
              <w:docPart w:val="F02315CDB2B9FE49937FF49E445531C4"/>
            </w:placeholder>
          </w:sdtPr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997CFA" w:rsidRDefault="00997CFA" w:rsidP="00997CFA">
                <w:pPr>
                  <w:pStyle w:val="Subtitle"/>
                </w:pPr>
                <w:r>
                  <w:t>LET’S CELEBRATE!</w:t>
                </w:r>
              </w:p>
            </w:tc>
          </w:sdtContent>
        </w:sdt>
      </w:tr>
    </w:tbl>
    <w:p w:rsidR="00997CFA" w:rsidRDefault="00997CFA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99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997CFA" w:rsidRDefault="00997CFA">
            <w:pPr>
              <w:pStyle w:val="Days"/>
            </w:pPr>
            <w:r>
              <w:t>Saturday</w:t>
            </w:r>
          </w:p>
        </w:tc>
      </w:tr>
      <w:tr w:rsidR="00997CFA"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Saturday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>
              <w:rPr>
                <w:noProof/>
              </w:rPr>
              <w:instrText>22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22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</w:tr>
      <w:tr w:rsidR="00997CFA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997CFA" w:rsidRDefault="00997CFA">
            <w:pPr>
              <w:pStyle w:val="TableText"/>
            </w:pPr>
          </w:p>
        </w:tc>
      </w:tr>
      <w:tr w:rsidR="00997CFA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997CFA" w:rsidRDefault="00997CFA">
            <w:pPr>
              <w:pStyle w:val="Dates"/>
            </w:pPr>
          </w:p>
        </w:tc>
      </w:tr>
      <w:tr w:rsidR="00997CFA" w:rsidTr="00997CFA">
        <w:trPr>
          <w:trHeight w:val="858"/>
        </w:trPr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  <w:tc>
          <w:tcPr>
            <w:tcW w:w="2088" w:type="dxa"/>
          </w:tcPr>
          <w:p w:rsidR="00997CFA" w:rsidRDefault="00997CFA">
            <w:pPr>
              <w:pStyle w:val="TableText"/>
            </w:pPr>
          </w:p>
        </w:tc>
      </w:tr>
    </w:tbl>
    <w:p w:rsidR="00997CFA" w:rsidRDefault="00997CFA"/>
    <w:p w:rsidR="00997CFA" w:rsidRDefault="00997CFA">
      <w:bookmarkStart w:id="0" w:name="_GoBack"/>
      <w:bookmarkEnd w:id="0"/>
    </w:p>
    <w:p w:rsidR="00DF365D" w:rsidRDefault="00DF365D"/>
    <w:p w:rsidR="00DF365D" w:rsidRDefault="00DF365D"/>
    <w:p w:rsidR="00DF365D" w:rsidRDefault="00DF365D"/>
    <w:sectPr w:rsidR="00DF365D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31/01/2012"/>
    <w:docVar w:name="MonthStart" w:val="1/01/2012"/>
    <w:docVar w:name="ShowDynamicGuides" w:val="1"/>
    <w:docVar w:name="ShowMarginGuides" w:val="0"/>
    <w:docVar w:name="ShowOutlines" w:val="0"/>
    <w:docVar w:name="ShowStaticGuides" w:val="0"/>
  </w:docVars>
  <w:rsids>
    <w:rsidRoot w:val="00DF365D"/>
    <w:rsid w:val="000A68B9"/>
    <w:rsid w:val="000B2AFC"/>
    <w:rsid w:val="00147009"/>
    <w:rsid w:val="00250D46"/>
    <w:rsid w:val="00272FFA"/>
    <w:rsid w:val="002C3765"/>
    <w:rsid w:val="003341F0"/>
    <w:rsid w:val="003C42F6"/>
    <w:rsid w:val="00424573"/>
    <w:rsid w:val="004538B6"/>
    <w:rsid w:val="004D6AAC"/>
    <w:rsid w:val="00633A48"/>
    <w:rsid w:val="00822E4B"/>
    <w:rsid w:val="008C58D6"/>
    <w:rsid w:val="00900BAE"/>
    <w:rsid w:val="00997CFA"/>
    <w:rsid w:val="009B4600"/>
    <w:rsid w:val="00A31E6D"/>
    <w:rsid w:val="00BA07C3"/>
    <w:rsid w:val="00D30463"/>
    <w:rsid w:val="00D443DA"/>
    <w:rsid w:val="00D61FB5"/>
    <w:rsid w:val="00D70E98"/>
    <w:rsid w:val="00DF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BD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C73D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C73D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28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D28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8C73D0" w:themeColor="accent1" w:shadow="1"/>
        <w:left w:val="single" w:sz="2" w:space="10" w:color="8C73D0" w:themeColor="accent1" w:shadow="1"/>
        <w:bottom w:val="single" w:sz="2" w:space="10" w:color="8C73D0" w:themeColor="accent1" w:shadow="1"/>
        <w:right w:val="single" w:sz="2" w:space="10" w:color="8C73D0" w:themeColor="accent1" w:shadow="1"/>
      </w:pBdr>
      <w:ind w:left="1152" w:right="1152"/>
    </w:pPr>
    <w:rPr>
      <w:i/>
      <w:iCs/>
      <w:color w:val="8C73D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8C73D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5C3C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8C73D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8C73D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3D287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3D28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8C73D0" w:themeColor="accent1"/>
      </w:pBdr>
      <w:spacing w:before="200" w:after="280"/>
      <w:ind w:left="936" w:right="936"/>
    </w:pPr>
    <w:rPr>
      <w:b/>
      <w:bCs/>
      <w:i/>
      <w:iCs/>
      <w:color w:val="8C73D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8C73D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F63383298779D42912DE45CA6258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04146-F231-794A-8C5C-4E36DE8C2749}"/>
      </w:docPartPr>
      <w:docPartBody>
        <w:p w:rsidR="0086764B" w:rsidRDefault="0086764B">
          <w:pPr>
            <w:pStyle w:val="8F63383298779D42912DE45CA6258695"/>
          </w:pPr>
          <w:r>
            <w:t>Sed interdum elementum</w:t>
          </w:r>
        </w:p>
      </w:docPartBody>
    </w:docPart>
    <w:docPart>
      <w:docPartPr>
        <w:name w:val="0B0559715636E74A83BE0B9F9A50F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7E33B-A93E-A841-BDB9-2E1A07184026}"/>
      </w:docPartPr>
      <w:docPartBody>
        <w:p w:rsidR="0086764B" w:rsidRDefault="0086764B">
          <w:pPr>
            <w:pStyle w:val="0B0559715636E74A83BE0B9F9A50FA5F"/>
          </w:pPr>
          <w:r>
            <w:t>Nam id velit non risus consequat iaculis.</w:t>
          </w:r>
        </w:p>
      </w:docPartBody>
    </w:docPart>
    <w:docPart>
      <w:docPartPr>
        <w:name w:val="40C5B6B8B041584093CD707085780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8FA19-83C9-6145-BAEC-43B5AA76B381}"/>
      </w:docPartPr>
      <w:docPartBody>
        <w:p w:rsidR="0086764B" w:rsidRDefault="0086764B" w:rsidP="0086764B">
          <w:pPr>
            <w:pStyle w:val="40C5B6B8B041584093CD7070857803F7"/>
          </w:pPr>
          <w:r>
            <w:t>Sed interdum elementum</w:t>
          </w:r>
        </w:p>
      </w:docPartBody>
    </w:docPart>
    <w:docPart>
      <w:docPartPr>
        <w:name w:val="0C1155D49AFA2349A4F115A07AA65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55559-DCE8-9F45-862D-0A890D3DEBBA}"/>
      </w:docPartPr>
      <w:docPartBody>
        <w:p w:rsidR="0086764B" w:rsidRDefault="0086764B" w:rsidP="0086764B">
          <w:pPr>
            <w:pStyle w:val="0C1155D49AFA2349A4F115A07AA6543A"/>
          </w:pPr>
          <w:r>
            <w:t>Nam id velit non risus consequat iaculis.</w:t>
          </w:r>
        </w:p>
      </w:docPartBody>
    </w:docPart>
    <w:docPart>
      <w:docPartPr>
        <w:name w:val="BB1CE369B13FCF4A971BCFC9B572D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CF678-A4CE-0440-88C5-062053A34D19}"/>
      </w:docPartPr>
      <w:docPartBody>
        <w:p w:rsidR="0086764B" w:rsidRDefault="0086764B" w:rsidP="0086764B">
          <w:pPr>
            <w:pStyle w:val="BB1CE369B13FCF4A971BCFC9B572D10F"/>
          </w:pPr>
          <w:r>
            <w:t>Sed interdum elementum</w:t>
          </w:r>
        </w:p>
      </w:docPartBody>
    </w:docPart>
    <w:docPart>
      <w:docPartPr>
        <w:name w:val="831CCC829F45D0438BB27201ECC38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FC7A2-3F33-864E-B397-0E6F0F99B2E9}"/>
      </w:docPartPr>
      <w:docPartBody>
        <w:p w:rsidR="0086764B" w:rsidRDefault="0086764B" w:rsidP="0086764B">
          <w:pPr>
            <w:pStyle w:val="831CCC829F45D0438BB27201ECC386E8"/>
          </w:pPr>
          <w:r>
            <w:t>Nam id velit non risus consequat iaculis.</w:t>
          </w:r>
        </w:p>
      </w:docPartBody>
    </w:docPart>
    <w:docPart>
      <w:docPartPr>
        <w:name w:val="442091419BC1554980634E8E63038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BF6E2-4196-3B48-AD2E-17E6D61E3F43}"/>
      </w:docPartPr>
      <w:docPartBody>
        <w:p w:rsidR="0086764B" w:rsidRDefault="0086764B" w:rsidP="0086764B">
          <w:pPr>
            <w:pStyle w:val="442091419BC1554980634E8E6303890C"/>
          </w:pPr>
          <w:r>
            <w:t>Sed interdum elementum</w:t>
          </w:r>
        </w:p>
      </w:docPartBody>
    </w:docPart>
    <w:docPart>
      <w:docPartPr>
        <w:name w:val="43DE47F97E9F124D83629AB0FFD51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79B58-AC92-5145-A44E-085753D62D12}"/>
      </w:docPartPr>
      <w:docPartBody>
        <w:p w:rsidR="0086764B" w:rsidRDefault="0086764B" w:rsidP="0086764B">
          <w:pPr>
            <w:pStyle w:val="43DE47F97E9F124D83629AB0FFD51A0B"/>
          </w:pPr>
          <w:r>
            <w:t>Nam id velit non risus consequat iaculis.</w:t>
          </w:r>
        </w:p>
      </w:docPartBody>
    </w:docPart>
    <w:docPart>
      <w:docPartPr>
        <w:name w:val="11D7D54901AB3443AE7CAB3F432A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6B811-0DD9-A94D-B38E-8F287326DFD8}"/>
      </w:docPartPr>
      <w:docPartBody>
        <w:p w:rsidR="0086764B" w:rsidRDefault="0086764B" w:rsidP="0086764B">
          <w:pPr>
            <w:pStyle w:val="11D7D54901AB3443AE7CAB3F432A3735"/>
          </w:pPr>
          <w:r>
            <w:t>Sed interdum elementum</w:t>
          </w:r>
        </w:p>
      </w:docPartBody>
    </w:docPart>
    <w:docPart>
      <w:docPartPr>
        <w:name w:val="E88C8316EF221E4C9F853829B64B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DE5B5-4F9E-1942-AA33-843BFEF6516E}"/>
      </w:docPartPr>
      <w:docPartBody>
        <w:p w:rsidR="0086764B" w:rsidRDefault="0086764B" w:rsidP="0086764B">
          <w:pPr>
            <w:pStyle w:val="E88C8316EF221E4C9F853829B64B94B7"/>
          </w:pPr>
          <w:r>
            <w:t>Nam id velit non risus consequat iaculis.</w:t>
          </w:r>
        </w:p>
      </w:docPartBody>
    </w:docPart>
    <w:docPart>
      <w:docPartPr>
        <w:name w:val="AB460275DEDCE84BAE4E194CD62C2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DAE9-4352-9E45-814B-243413212696}"/>
      </w:docPartPr>
      <w:docPartBody>
        <w:p w:rsidR="0086764B" w:rsidRDefault="0086764B" w:rsidP="0086764B">
          <w:pPr>
            <w:pStyle w:val="AB460275DEDCE84BAE4E194CD62C241C"/>
          </w:pPr>
          <w:r>
            <w:t>Sed interdum elementum</w:t>
          </w:r>
        </w:p>
      </w:docPartBody>
    </w:docPart>
    <w:docPart>
      <w:docPartPr>
        <w:name w:val="5758E15CD20F2749A310C8B4A2E21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34564-59FC-6C4D-9AAD-CB3ACAB9E200}"/>
      </w:docPartPr>
      <w:docPartBody>
        <w:p w:rsidR="0086764B" w:rsidRDefault="0086764B" w:rsidP="0086764B">
          <w:pPr>
            <w:pStyle w:val="5758E15CD20F2749A310C8B4A2E21011"/>
          </w:pPr>
          <w:r>
            <w:t>Nam id velit non risus consequat iaculis.</w:t>
          </w:r>
        </w:p>
      </w:docPartBody>
    </w:docPart>
    <w:docPart>
      <w:docPartPr>
        <w:name w:val="49A8A6ACC8CE4648A0EAD2C8E4A78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A067-C5D5-6A4F-B5A9-04C6E864806F}"/>
      </w:docPartPr>
      <w:docPartBody>
        <w:p w:rsidR="0086764B" w:rsidRDefault="0086764B" w:rsidP="0086764B">
          <w:pPr>
            <w:pStyle w:val="49A8A6ACC8CE4648A0EAD2C8E4A78EE7"/>
          </w:pPr>
          <w:r>
            <w:t>Sed interdum elementum</w:t>
          </w:r>
        </w:p>
      </w:docPartBody>
    </w:docPart>
    <w:docPart>
      <w:docPartPr>
        <w:name w:val="413DF077C7F9D444A7D0C24C15E7D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AAC8E-86ED-FB48-984A-A8E3A9498DEE}"/>
      </w:docPartPr>
      <w:docPartBody>
        <w:p w:rsidR="0086764B" w:rsidRDefault="0086764B" w:rsidP="0086764B">
          <w:pPr>
            <w:pStyle w:val="413DF077C7F9D444A7D0C24C15E7DFDE"/>
          </w:pPr>
          <w:r>
            <w:t>Nam id velit non risus consequat iaculis.</w:t>
          </w:r>
        </w:p>
      </w:docPartBody>
    </w:docPart>
    <w:docPart>
      <w:docPartPr>
        <w:name w:val="9066219F483F2D44A7796A2516582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A6E19-E1A7-0848-8589-DDEECC4EA188}"/>
      </w:docPartPr>
      <w:docPartBody>
        <w:p w:rsidR="0086764B" w:rsidRDefault="0086764B" w:rsidP="0086764B">
          <w:pPr>
            <w:pStyle w:val="9066219F483F2D44A7796A2516582F1A"/>
          </w:pPr>
          <w:r>
            <w:t>Sed interdum elementum</w:t>
          </w:r>
        </w:p>
      </w:docPartBody>
    </w:docPart>
    <w:docPart>
      <w:docPartPr>
        <w:name w:val="F7E1D8D6311D3F4E872B951D1CC59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F965F-683D-AC40-8335-A152CEF5575A}"/>
      </w:docPartPr>
      <w:docPartBody>
        <w:p w:rsidR="0086764B" w:rsidRDefault="0086764B" w:rsidP="0086764B">
          <w:pPr>
            <w:pStyle w:val="F7E1D8D6311D3F4E872B951D1CC59408"/>
          </w:pPr>
          <w:r>
            <w:t>Nam id velit non risus consequat iaculis.</w:t>
          </w:r>
        </w:p>
      </w:docPartBody>
    </w:docPart>
    <w:docPart>
      <w:docPartPr>
        <w:name w:val="A0ED895745345947AD0E22342EE1D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E0E07-1F37-4F40-A8F9-42E67EF54B53}"/>
      </w:docPartPr>
      <w:docPartBody>
        <w:p w:rsidR="0086764B" w:rsidRDefault="0086764B" w:rsidP="0086764B">
          <w:pPr>
            <w:pStyle w:val="A0ED895745345947AD0E22342EE1D9A3"/>
          </w:pPr>
          <w:r>
            <w:t>Sed interdum elementum</w:t>
          </w:r>
        </w:p>
      </w:docPartBody>
    </w:docPart>
    <w:docPart>
      <w:docPartPr>
        <w:name w:val="8FE82035104E014DA38F897DB12FA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92219-940C-154D-A02C-82E37D638C0D}"/>
      </w:docPartPr>
      <w:docPartBody>
        <w:p w:rsidR="0086764B" w:rsidRDefault="0086764B" w:rsidP="0086764B">
          <w:pPr>
            <w:pStyle w:val="8FE82035104E014DA38F897DB12FA16E"/>
          </w:pPr>
          <w:r>
            <w:t>Nam id velit non risus consequat iaculis.</w:t>
          </w:r>
        </w:p>
      </w:docPartBody>
    </w:docPart>
    <w:docPart>
      <w:docPartPr>
        <w:name w:val="C4A4180EAA4E12449D799EB622F8E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CB678-AFD8-9445-99BB-0DFB9E136DE3}"/>
      </w:docPartPr>
      <w:docPartBody>
        <w:p w:rsidR="0086764B" w:rsidRDefault="0086764B" w:rsidP="0086764B">
          <w:pPr>
            <w:pStyle w:val="C4A4180EAA4E12449D799EB622F8EB57"/>
          </w:pPr>
          <w:r>
            <w:t>Sed interdum elementum</w:t>
          </w:r>
        </w:p>
      </w:docPartBody>
    </w:docPart>
    <w:docPart>
      <w:docPartPr>
        <w:name w:val="2A389FB2AEBBDB4B99BCE00D468CB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4AA2C-8EB3-EC47-95C0-82B9A9D812F7}"/>
      </w:docPartPr>
      <w:docPartBody>
        <w:p w:rsidR="0086764B" w:rsidRDefault="0086764B" w:rsidP="0086764B">
          <w:pPr>
            <w:pStyle w:val="2A389FB2AEBBDB4B99BCE00D468CB81F"/>
          </w:pPr>
          <w:r>
            <w:t>Nam id velit non risus consequat iaculis.</w:t>
          </w:r>
        </w:p>
      </w:docPartBody>
    </w:docPart>
    <w:docPart>
      <w:docPartPr>
        <w:name w:val="32B48A595C479B46A20A8DAD28F39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F8131-D93E-F947-AF27-E8C8AE8BA9BA}"/>
      </w:docPartPr>
      <w:docPartBody>
        <w:p w:rsidR="0086764B" w:rsidRDefault="0086764B" w:rsidP="0086764B">
          <w:pPr>
            <w:pStyle w:val="32B48A595C479B46A20A8DAD28F39725"/>
          </w:pPr>
          <w:r>
            <w:t>Nam id velit non risus consequat iaculis.</w:t>
          </w:r>
        </w:p>
      </w:docPartBody>
    </w:docPart>
    <w:docPart>
      <w:docPartPr>
        <w:name w:val="F68C3ED333C32C44A1340DB71716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DD01A-C935-E542-8371-612DF12E1E3E}"/>
      </w:docPartPr>
      <w:docPartBody>
        <w:p w:rsidR="0086764B" w:rsidRDefault="0086764B" w:rsidP="0086764B">
          <w:pPr>
            <w:pStyle w:val="F68C3ED333C32C44A1340DB71716BBDC"/>
          </w:pPr>
          <w:r>
            <w:t>Sed interdum elementum</w:t>
          </w:r>
        </w:p>
      </w:docPartBody>
    </w:docPart>
    <w:docPart>
      <w:docPartPr>
        <w:name w:val="F02315CDB2B9FE49937FF49E44553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A0C97-D32A-D246-BE78-BE8120874AFB}"/>
      </w:docPartPr>
      <w:docPartBody>
        <w:p w:rsidR="0086764B" w:rsidRDefault="0086764B" w:rsidP="0086764B">
          <w:pPr>
            <w:pStyle w:val="F02315CDB2B9FE49937FF49E445531C4"/>
          </w:pPr>
          <w:r>
            <w:t>Nam id velit non risus consequat iaculis.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4B"/>
    <w:rsid w:val="008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63383298779D42912DE45CA6258695">
    <w:name w:val="8F63383298779D42912DE45CA6258695"/>
  </w:style>
  <w:style w:type="paragraph" w:customStyle="1" w:styleId="0B0559715636E74A83BE0B9F9A50FA5F">
    <w:name w:val="0B0559715636E74A83BE0B9F9A50FA5F"/>
  </w:style>
  <w:style w:type="paragraph" w:customStyle="1" w:styleId="40C5B6B8B041584093CD7070857803F7">
    <w:name w:val="40C5B6B8B041584093CD7070857803F7"/>
    <w:rsid w:val="0086764B"/>
  </w:style>
  <w:style w:type="paragraph" w:customStyle="1" w:styleId="0C1155D49AFA2349A4F115A07AA6543A">
    <w:name w:val="0C1155D49AFA2349A4F115A07AA6543A"/>
    <w:rsid w:val="0086764B"/>
  </w:style>
  <w:style w:type="paragraph" w:customStyle="1" w:styleId="D5B4931F66CC5C438088C4D77ABC3E9A">
    <w:name w:val="D5B4931F66CC5C438088C4D77ABC3E9A"/>
    <w:rsid w:val="0086764B"/>
  </w:style>
  <w:style w:type="paragraph" w:customStyle="1" w:styleId="34C31BB3B7EE8241ACD961191AB49601">
    <w:name w:val="34C31BB3B7EE8241ACD961191AB49601"/>
    <w:rsid w:val="0086764B"/>
  </w:style>
  <w:style w:type="paragraph" w:customStyle="1" w:styleId="BB1CE369B13FCF4A971BCFC9B572D10F">
    <w:name w:val="BB1CE369B13FCF4A971BCFC9B572D10F"/>
    <w:rsid w:val="0086764B"/>
  </w:style>
  <w:style w:type="paragraph" w:customStyle="1" w:styleId="831CCC829F45D0438BB27201ECC386E8">
    <w:name w:val="831CCC829F45D0438BB27201ECC386E8"/>
    <w:rsid w:val="0086764B"/>
  </w:style>
  <w:style w:type="paragraph" w:customStyle="1" w:styleId="442091419BC1554980634E8E6303890C">
    <w:name w:val="442091419BC1554980634E8E6303890C"/>
    <w:rsid w:val="0086764B"/>
  </w:style>
  <w:style w:type="paragraph" w:customStyle="1" w:styleId="43DE47F97E9F124D83629AB0FFD51A0B">
    <w:name w:val="43DE47F97E9F124D83629AB0FFD51A0B"/>
    <w:rsid w:val="0086764B"/>
  </w:style>
  <w:style w:type="paragraph" w:customStyle="1" w:styleId="11D7D54901AB3443AE7CAB3F432A3735">
    <w:name w:val="11D7D54901AB3443AE7CAB3F432A3735"/>
    <w:rsid w:val="0086764B"/>
  </w:style>
  <w:style w:type="paragraph" w:customStyle="1" w:styleId="E88C8316EF221E4C9F853829B64B94B7">
    <w:name w:val="E88C8316EF221E4C9F853829B64B94B7"/>
    <w:rsid w:val="0086764B"/>
  </w:style>
  <w:style w:type="paragraph" w:customStyle="1" w:styleId="AB460275DEDCE84BAE4E194CD62C241C">
    <w:name w:val="AB460275DEDCE84BAE4E194CD62C241C"/>
    <w:rsid w:val="0086764B"/>
  </w:style>
  <w:style w:type="paragraph" w:customStyle="1" w:styleId="5758E15CD20F2749A310C8B4A2E21011">
    <w:name w:val="5758E15CD20F2749A310C8B4A2E21011"/>
    <w:rsid w:val="0086764B"/>
  </w:style>
  <w:style w:type="paragraph" w:customStyle="1" w:styleId="49A8A6ACC8CE4648A0EAD2C8E4A78EE7">
    <w:name w:val="49A8A6ACC8CE4648A0EAD2C8E4A78EE7"/>
    <w:rsid w:val="0086764B"/>
  </w:style>
  <w:style w:type="paragraph" w:customStyle="1" w:styleId="413DF077C7F9D444A7D0C24C15E7DFDE">
    <w:name w:val="413DF077C7F9D444A7D0C24C15E7DFDE"/>
    <w:rsid w:val="0086764B"/>
  </w:style>
  <w:style w:type="paragraph" w:customStyle="1" w:styleId="9066219F483F2D44A7796A2516582F1A">
    <w:name w:val="9066219F483F2D44A7796A2516582F1A"/>
    <w:rsid w:val="0086764B"/>
  </w:style>
  <w:style w:type="paragraph" w:customStyle="1" w:styleId="F7E1D8D6311D3F4E872B951D1CC59408">
    <w:name w:val="F7E1D8D6311D3F4E872B951D1CC59408"/>
    <w:rsid w:val="0086764B"/>
  </w:style>
  <w:style w:type="paragraph" w:customStyle="1" w:styleId="A0ED895745345947AD0E22342EE1D9A3">
    <w:name w:val="A0ED895745345947AD0E22342EE1D9A3"/>
    <w:rsid w:val="0086764B"/>
  </w:style>
  <w:style w:type="paragraph" w:customStyle="1" w:styleId="8FE82035104E014DA38F897DB12FA16E">
    <w:name w:val="8FE82035104E014DA38F897DB12FA16E"/>
    <w:rsid w:val="0086764B"/>
  </w:style>
  <w:style w:type="paragraph" w:customStyle="1" w:styleId="C4A4180EAA4E12449D799EB622F8EB57">
    <w:name w:val="C4A4180EAA4E12449D799EB622F8EB57"/>
    <w:rsid w:val="0086764B"/>
  </w:style>
  <w:style w:type="paragraph" w:customStyle="1" w:styleId="2A389FB2AEBBDB4B99BCE00D468CB81F">
    <w:name w:val="2A389FB2AEBBDB4B99BCE00D468CB81F"/>
    <w:rsid w:val="0086764B"/>
  </w:style>
  <w:style w:type="paragraph" w:customStyle="1" w:styleId="32B48A595C479B46A20A8DAD28F39725">
    <w:name w:val="32B48A595C479B46A20A8DAD28F39725"/>
    <w:rsid w:val="0086764B"/>
  </w:style>
  <w:style w:type="paragraph" w:customStyle="1" w:styleId="F68C3ED333C32C44A1340DB71716BBDC">
    <w:name w:val="F68C3ED333C32C44A1340DB71716BBDC"/>
    <w:rsid w:val="0086764B"/>
  </w:style>
  <w:style w:type="paragraph" w:customStyle="1" w:styleId="F02315CDB2B9FE49937FF49E445531C4">
    <w:name w:val="F02315CDB2B9FE49937FF49E445531C4"/>
    <w:rsid w:val="0086764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63383298779D42912DE45CA6258695">
    <w:name w:val="8F63383298779D42912DE45CA6258695"/>
  </w:style>
  <w:style w:type="paragraph" w:customStyle="1" w:styleId="0B0559715636E74A83BE0B9F9A50FA5F">
    <w:name w:val="0B0559715636E74A83BE0B9F9A50FA5F"/>
  </w:style>
  <w:style w:type="paragraph" w:customStyle="1" w:styleId="40C5B6B8B041584093CD7070857803F7">
    <w:name w:val="40C5B6B8B041584093CD7070857803F7"/>
    <w:rsid w:val="0086764B"/>
  </w:style>
  <w:style w:type="paragraph" w:customStyle="1" w:styleId="0C1155D49AFA2349A4F115A07AA6543A">
    <w:name w:val="0C1155D49AFA2349A4F115A07AA6543A"/>
    <w:rsid w:val="0086764B"/>
  </w:style>
  <w:style w:type="paragraph" w:customStyle="1" w:styleId="D5B4931F66CC5C438088C4D77ABC3E9A">
    <w:name w:val="D5B4931F66CC5C438088C4D77ABC3E9A"/>
    <w:rsid w:val="0086764B"/>
  </w:style>
  <w:style w:type="paragraph" w:customStyle="1" w:styleId="34C31BB3B7EE8241ACD961191AB49601">
    <w:name w:val="34C31BB3B7EE8241ACD961191AB49601"/>
    <w:rsid w:val="0086764B"/>
  </w:style>
  <w:style w:type="paragraph" w:customStyle="1" w:styleId="BB1CE369B13FCF4A971BCFC9B572D10F">
    <w:name w:val="BB1CE369B13FCF4A971BCFC9B572D10F"/>
    <w:rsid w:val="0086764B"/>
  </w:style>
  <w:style w:type="paragraph" w:customStyle="1" w:styleId="831CCC829F45D0438BB27201ECC386E8">
    <w:name w:val="831CCC829F45D0438BB27201ECC386E8"/>
    <w:rsid w:val="0086764B"/>
  </w:style>
  <w:style w:type="paragraph" w:customStyle="1" w:styleId="442091419BC1554980634E8E6303890C">
    <w:name w:val="442091419BC1554980634E8E6303890C"/>
    <w:rsid w:val="0086764B"/>
  </w:style>
  <w:style w:type="paragraph" w:customStyle="1" w:styleId="43DE47F97E9F124D83629AB0FFD51A0B">
    <w:name w:val="43DE47F97E9F124D83629AB0FFD51A0B"/>
    <w:rsid w:val="0086764B"/>
  </w:style>
  <w:style w:type="paragraph" w:customStyle="1" w:styleId="11D7D54901AB3443AE7CAB3F432A3735">
    <w:name w:val="11D7D54901AB3443AE7CAB3F432A3735"/>
    <w:rsid w:val="0086764B"/>
  </w:style>
  <w:style w:type="paragraph" w:customStyle="1" w:styleId="E88C8316EF221E4C9F853829B64B94B7">
    <w:name w:val="E88C8316EF221E4C9F853829B64B94B7"/>
    <w:rsid w:val="0086764B"/>
  </w:style>
  <w:style w:type="paragraph" w:customStyle="1" w:styleId="AB460275DEDCE84BAE4E194CD62C241C">
    <w:name w:val="AB460275DEDCE84BAE4E194CD62C241C"/>
    <w:rsid w:val="0086764B"/>
  </w:style>
  <w:style w:type="paragraph" w:customStyle="1" w:styleId="5758E15CD20F2749A310C8B4A2E21011">
    <w:name w:val="5758E15CD20F2749A310C8B4A2E21011"/>
    <w:rsid w:val="0086764B"/>
  </w:style>
  <w:style w:type="paragraph" w:customStyle="1" w:styleId="49A8A6ACC8CE4648A0EAD2C8E4A78EE7">
    <w:name w:val="49A8A6ACC8CE4648A0EAD2C8E4A78EE7"/>
    <w:rsid w:val="0086764B"/>
  </w:style>
  <w:style w:type="paragraph" w:customStyle="1" w:styleId="413DF077C7F9D444A7D0C24C15E7DFDE">
    <w:name w:val="413DF077C7F9D444A7D0C24C15E7DFDE"/>
    <w:rsid w:val="0086764B"/>
  </w:style>
  <w:style w:type="paragraph" w:customStyle="1" w:styleId="9066219F483F2D44A7796A2516582F1A">
    <w:name w:val="9066219F483F2D44A7796A2516582F1A"/>
    <w:rsid w:val="0086764B"/>
  </w:style>
  <w:style w:type="paragraph" w:customStyle="1" w:styleId="F7E1D8D6311D3F4E872B951D1CC59408">
    <w:name w:val="F7E1D8D6311D3F4E872B951D1CC59408"/>
    <w:rsid w:val="0086764B"/>
  </w:style>
  <w:style w:type="paragraph" w:customStyle="1" w:styleId="A0ED895745345947AD0E22342EE1D9A3">
    <w:name w:val="A0ED895745345947AD0E22342EE1D9A3"/>
    <w:rsid w:val="0086764B"/>
  </w:style>
  <w:style w:type="paragraph" w:customStyle="1" w:styleId="8FE82035104E014DA38F897DB12FA16E">
    <w:name w:val="8FE82035104E014DA38F897DB12FA16E"/>
    <w:rsid w:val="0086764B"/>
  </w:style>
  <w:style w:type="paragraph" w:customStyle="1" w:styleId="C4A4180EAA4E12449D799EB622F8EB57">
    <w:name w:val="C4A4180EAA4E12449D799EB622F8EB57"/>
    <w:rsid w:val="0086764B"/>
  </w:style>
  <w:style w:type="paragraph" w:customStyle="1" w:styleId="2A389FB2AEBBDB4B99BCE00D468CB81F">
    <w:name w:val="2A389FB2AEBBDB4B99BCE00D468CB81F"/>
    <w:rsid w:val="0086764B"/>
  </w:style>
  <w:style w:type="paragraph" w:customStyle="1" w:styleId="32B48A595C479B46A20A8DAD28F39725">
    <w:name w:val="32B48A595C479B46A20A8DAD28F39725"/>
    <w:rsid w:val="0086764B"/>
  </w:style>
  <w:style w:type="paragraph" w:customStyle="1" w:styleId="F68C3ED333C32C44A1340DB71716BBDC">
    <w:name w:val="F68C3ED333C32C44A1340DB71716BBDC"/>
    <w:rsid w:val="0086764B"/>
  </w:style>
  <w:style w:type="paragraph" w:customStyle="1" w:styleId="F02315CDB2B9FE49937FF49E445531C4">
    <w:name w:val="F02315CDB2B9FE49937FF49E445531C4"/>
    <w:rsid w:val="008676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Infusion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0</TotalTime>
  <Pages>13</Pages>
  <Words>5849</Words>
  <Characters>19772</Characters>
  <Application>Microsoft Macintosh Word</Application>
  <DocSecurity>0</DocSecurity>
  <Lines>19772</Lines>
  <Paragraphs>5124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Hailie Le Bas</dc:creator>
  <cp:keywords/>
  <dc:description/>
  <cp:lastModifiedBy>Hailie Le Bas</cp:lastModifiedBy>
  <cp:revision>2</cp:revision>
  <dcterms:created xsi:type="dcterms:W3CDTF">2012-04-16T07:33:00Z</dcterms:created>
  <dcterms:modified xsi:type="dcterms:W3CDTF">2012-04-16T07:33:00Z</dcterms:modified>
  <cp:category/>
</cp:coreProperties>
</file>